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B5C" w:rsidRPr="004B4B5C" w:rsidRDefault="004B4B5C" w:rsidP="004B4B5C">
      <w:pPr>
        <w:jc w:val="center"/>
        <w:rPr>
          <w:b/>
          <w:sz w:val="24"/>
        </w:rPr>
      </w:pPr>
      <w:r w:rsidRPr="004B4B5C">
        <w:rPr>
          <w:b/>
          <w:sz w:val="24"/>
        </w:rPr>
        <w:t>Small Grant Bewerbung beim Forum Friedenspsychologie e.V.</w:t>
      </w:r>
    </w:p>
    <w:p w:rsidR="004B4B5C" w:rsidRDefault="004B4B5C" w:rsidP="004B4B5C"/>
    <w:p w:rsidR="004B4B5C" w:rsidRDefault="004B4B5C" w:rsidP="004B4B5C">
      <w:r>
        <w:t xml:space="preserve">Projekttitel: </w:t>
      </w:r>
      <w:sdt>
        <w:sdtPr>
          <w:id w:val="619198219"/>
          <w:placeholder>
            <w:docPart w:val="DefaultPlaceholder_1081868574"/>
          </w:placeholder>
          <w:showingPlcHdr/>
          <w:text/>
        </w:sdtPr>
        <w:sdtEndPr/>
        <w:sdtContent>
          <w:r w:rsidRPr="00F50EB4">
            <w:rPr>
              <w:rStyle w:val="Platzhaltertext"/>
            </w:rPr>
            <w:t>Klicken Sie hier, um Text einzugeben.</w:t>
          </w:r>
        </w:sdtContent>
      </w:sdt>
    </w:p>
    <w:p w:rsidR="004B4B5C" w:rsidRDefault="004B4B5C" w:rsidP="004B4B5C"/>
    <w:p w:rsidR="004B4B5C" w:rsidRDefault="004B4B5C" w:rsidP="004B4B5C">
      <w:r>
        <w:t xml:space="preserve">Name: </w:t>
      </w:r>
      <w:sdt>
        <w:sdtPr>
          <w:id w:val="-1734619858"/>
          <w:placeholder>
            <w:docPart w:val="DefaultPlaceholder_1081868574"/>
          </w:placeholder>
          <w:showingPlcHdr/>
          <w:text/>
        </w:sdtPr>
        <w:sdtEndPr/>
        <w:sdtContent>
          <w:r w:rsidRPr="00F50EB4">
            <w:rPr>
              <w:rStyle w:val="Platzhaltertext"/>
            </w:rPr>
            <w:t>Klicken Sie hier, um Text einzugeben.</w:t>
          </w:r>
        </w:sdtContent>
      </w:sdt>
    </w:p>
    <w:p w:rsidR="004B4B5C" w:rsidRDefault="004B4B5C" w:rsidP="004B4B5C"/>
    <w:p w:rsidR="004B4B5C" w:rsidRDefault="004B4B5C" w:rsidP="004B4B5C">
      <w:r>
        <w:t xml:space="preserve">E-Mail: </w:t>
      </w:r>
      <w:sdt>
        <w:sdtPr>
          <w:id w:val="-1010361896"/>
          <w:placeholder>
            <w:docPart w:val="DefaultPlaceholder_1081868574"/>
          </w:placeholder>
          <w:showingPlcHdr/>
          <w:text/>
        </w:sdtPr>
        <w:sdtEndPr/>
        <w:sdtContent>
          <w:r w:rsidRPr="00F50EB4">
            <w:rPr>
              <w:rStyle w:val="Platzhaltertext"/>
            </w:rPr>
            <w:t>Klicken Sie hier, um Text einzugeben.</w:t>
          </w:r>
        </w:sdtContent>
      </w:sdt>
    </w:p>
    <w:p w:rsidR="004B4B5C" w:rsidRDefault="004B4B5C" w:rsidP="004B4B5C"/>
    <w:p w:rsidR="004B4B5C" w:rsidRDefault="004B4B5C" w:rsidP="004B4B5C">
      <w:r>
        <w:t xml:space="preserve">Universität/Affiliation: </w:t>
      </w:r>
      <w:sdt>
        <w:sdtPr>
          <w:id w:val="-1064185276"/>
          <w:placeholder>
            <w:docPart w:val="DefaultPlaceholder_1081868574"/>
          </w:placeholder>
          <w:showingPlcHdr/>
          <w:text/>
        </w:sdtPr>
        <w:sdtEndPr/>
        <w:sdtContent>
          <w:r w:rsidRPr="00F50EB4">
            <w:rPr>
              <w:rStyle w:val="Platzhaltertext"/>
            </w:rPr>
            <w:t>Klicken Sie hier, um Text einzugeben.</w:t>
          </w:r>
        </w:sdtContent>
      </w:sdt>
    </w:p>
    <w:p w:rsidR="004B4B5C" w:rsidRDefault="004B4B5C" w:rsidP="004B4B5C"/>
    <w:p w:rsidR="004B4B5C" w:rsidRDefault="004B4B5C" w:rsidP="004B4B5C">
      <w:r>
        <w:t xml:space="preserve">Zusammenfassung (max. </w:t>
      </w:r>
      <w:r w:rsidR="00DA31F1">
        <w:t>2000</w:t>
      </w:r>
      <w:r>
        <w:t xml:space="preserve"> </w:t>
      </w:r>
      <w:r w:rsidR="00DA31F1">
        <w:t>Zeichen</w:t>
      </w:r>
      <w:r>
        <w:t xml:space="preserve">, inklusive Projektziele): </w:t>
      </w:r>
    </w:p>
    <w:sdt>
      <w:sdtPr>
        <w:id w:val="-180278302"/>
        <w:placeholder>
          <w:docPart w:val="DefaultPlaceholder_1081868574"/>
        </w:placeholder>
        <w:showingPlcHdr/>
        <w:text/>
      </w:sdtPr>
      <w:sdtEndPr/>
      <w:sdtContent>
        <w:p w:rsidR="004B4B5C" w:rsidRDefault="004B4B5C" w:rsidP="004B4B5C">
          <w:r w:rsidRPr="00F50EB4">
            <w:rPr>
              <w:rStyle w:val="Platzhaltertext"/>
            </w:rPr>
            <w:t>Klicken Sie hier, um Text einzugeben.</w:t>
          </w:r>
        </w:p>
      </w:sdtContent>
    </w:sdt>
    <w:p w:rsidR="004B4B5C" w:rsidRDefault="004B4B5C" w:rsidP="004B4B5C"/>
    <w:p w:rsidR="004B4B5C" w:rsidRDefault="004B4B5C" w:rsidP="004B4B5C">
      <w:r>
        <w:t xml:space="preserve">Friedenspsychologischer Bezug: </w:t>
      </w:r>
    </w:p>
    <w:sdt>
      <w:sdtPr>
        <w:id w:val="-884483944"/>
        <w:placeholder>
          <w:docPart w:val="DefaultPlaceholder_1081868574"/>
        </w:placeholder>
        <w:showingPlcHdr/>
        <w:text/>
      </w:sdtPr>
      <w:sdtEndPr/>
      <w:sdtContent>
        <w:p w:rsidR="004B4B5C" w:rsidRDefault="004B4B5C" w:rsidP="004B4B5C">
          <w:r w:rsidRPr="00F50EB4">
            <w:rPr>
              <w:rStyle w:val="Platzhaltertext"/>
            </w:rPr>
            <w:t>Klicken Sie hier, um Text einzugeben.</w:t>
          </w:r>
        </w:p>
      </w:sdtContent>
    </w:sdt>
    <w:p w:rsidR="004B4B5C" w:rsidRDefault="004B4B5C" w:rsidP="004B4B5C"/>
    <w:p w:rsidR="004B4B5C" w:rsidRDefault="004B4B5C" w:rsidP="004B4B5C">
      <w:r>
        <w:t xml:space="preserve">Budgetplanung (max. 500 Euro) und Zeitplanung: </w:t>
      </w:r>
    </w:p>
    <w:sdt>
      <w:sdtPr>
        <w:id w:val="867954507"/>
        <w:placeholder>
          <w:docPart w:val="DefaultPlaceholder_1081868574"/>
        </w:placeholder>
        <w:showingPlcHdr/>
        <w:text/>
      </w:sdtPr>
      <w:sdtEndPr/>
      <w:sdtContent>
        <w:p w:rsidR="004B4B5C" w:rsidRDefault="004B4B5C" w:rsidP="004B4B5C">
          <w:r w:rsidRPr="00F50EB4">
            <w:rPr>
              <w:rStyle w:val="Platzhaltertext"/>
            </w:rPr>
            <w:t>Klicken Sie hier, um Text einzugeben.</w:t>
          </w:r>
        </w:p>
      </w:sdtContent>
    </w:sdt>
    <w:p w:rsidR="004B4B5C" w:rsidRDefault="004B4B5C" w:rsidP="004B4B5C"/>
    <w:p w:rsidR="004B4B5C" w:rsidRDefault="004B4B5C" w:rsidP="004B4B5C">
      <w:r>
        <w:t xml:space="preserve">Hiermit bestätige ich, dass ich Mitglied im Forum Friedenspsychologie e.V. bin (oder die Mitgliedschaft beantragt habe). Ich stimme zu, nach Durchführung des Projekts einen Bericht (mit Foto) für die Homepage des FFP zu verfassen. Ich bin mir bewusst, dass lediglich die Aktivitäten abgerechnet werden, für die entsprechende Nachweise vorliegen (bitte mit Frau Knab (knab@uni-landau.de) im Voraus absprechen, falls Unklarheiten bestehen). Das Projekt muss innerhalb von 6 Monaten nach Förderzusage durchgeführt und abgerechnet werden. </w:t>
      </w:r>
    </w:p>
    <w:p w:rsidR="004B4B5C" w:rsidRDefault="004B4B5C" w:rsidP="004B4B5C"/>
    <w:sdt>
      <w:sdtPr>
        <w:id w:val="1958836842"/>
        <w:placeholder>
          <w:docPart w:val="DefaultPlaceholder_1081868574"/>
        </w:placeholder>
        <w:showingPlcHdr/>
        <w:text/>
      </w:sdtPr>
      <w:sdtEndPr/>
      <w:sdtContent>
        <w:p w:rsidR="004B4B5C" w:rsidRDefault="004B4B5C" w:rsidP="004B4B5C">
          <w:r w:rsidRPr="00F50EB4">
            <w:rPr>
              <w:rStyle w:val="Platzhaltertext"/>
            </w:rPr>
            <w:t>Klicken Sie hier, um Text einzugeben.</w:t>
          </w:r>
        </w:p>
      </w:sdtContent>
    </w:sdt>
    <w:p w:rsidR="000006FE" w:rsidRDefault="004B4B5C" w:rsidP="004B4B5C">
      <w:r>
        <w:t>Datum/Ort</w:t>
      </w:r>
      <w:r>
        <w:tab/>
      </w:r>
      <w:r>
        <w:tab/>
      </w:r>
      <w:r>
        <w:tab/>
      </w:r>
      <w:r>
        <w:tab/>
      </w:r>
      <w:r>
        <w:tab/>
      </w:r>
      <w:r>
        <w:tab/>
        <w:t>Unterschrift</w:t>
      </w:r>
      <w:bookmarkStart w:id="0" w:name="_GoBack"/>
      <w:bookmarkEnd w:id="0"/>
    </w:p>
    <w:sectPr w:rsidR="000006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B5C"/>
    <w:rsid w:val="000006FE"/>
    <w:rsid w:val="004B4B5C"/>
    <w:rsid w:val="00DA31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6DE88-6ED7-4AB4-B04E-A4F229F31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B4B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Allgemein"/>
          <w:gallery w:val="placeholder"/>
        </w:category>
        <w:types>
          <w:type w:val="bbPlcHdr"/>
        </w:types>
        <w:behaviors>
          <w:behavior w:val="content"/>
        </w:behaviors>
        <w:guid w:val="{B5D8FC7F-4AF1-4D78-87DA-1864FAB72628}"/>
      </w:docPartPr>
      <w:docPartBody>
        <w:p w:rsidR="00095732" w:rsidRDefault="0073647D">
          <w:r w:rsidRPr="00F50EB4">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47D"/>
    <w:rsid w:val="00095732"/>
    <w:rsid w:val="007364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364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C1D93CC8.dotm</Template>
  <TotalTime>0</TotalTime>
  <Pages>1</Pages>
  <Words>156</Words>
  <Characters>990</Characters>
  <Application>Microsoft Office Word</Application>
  <DocSecurity>0</DocSecurity>
  <Lines>8</Lines>
  <Paragraphs>2</Paragraphs>
  <ScaleCrop>false</ScaleCrop>
  <Company>Philipps-Universität Marburg</Company>
  <LinksUpToDate>false</LinksUpToDate>
  <CharactersWithSpaces>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Cohrs</dc:creator>
  <cp:keywords/>
  <dc:description/>
  <cp:lastModifiedBy>Christopher Cohrs</cp:lastModifiedBy>
  <cp:revision>2</cp:revision>
  <dcterms:created xsi:type="dcterms:W3CDTF">2020-07-06T08:59:00Z</dcterms:created>
  <dcterms:modified xsi:type="dcterms:W3CDTF">2020-07-06T20:26:00Z</dcterms:modified>
</cp:coreProperties>
</file>